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8EA" w:rsidRDefault="000848EA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</w:p>
    <w:p w:rsidR="00237AE0" w:rsidRPr="008D5D04" w:rsidRDefault="00237AE0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sz w:val="20"/>
          <w:szCs w:val="20"/>
        </w:rPr>
      </w:pPr>
      <w:r w:rsidRPr="008D5D04">
        <w:rPr>
          <w:rFonts w:asciiTheme="majorHAnsi" w:hAnsiTheme="majorHAnsi"/>
          <w:i/>
          <w:sz w:val="20"/>
          <w:szCs w:val="20"/>
        </w:rPr>
        <w:t>Załącznik nr 1</w:t>
      </w:r>
      <w:r w:rsidR="007661B4">
        <w:rPr>
          <w:rFonts w:asciiTheme="majorHAnsi" w:hAnsiTheme="majorHAnsi"/>
          <w:i/>
          <w:sz w:val="20"/>
          <w:szCs w:val="20"/>
        </w:rPr>
        <w:t>2</w:t>
      </w:r>
      <w:r w:rsidRPr="008D5D04">
        <w:rPr>
          <w:rFonts w:asciiTheme="majorHAnsi" w:hAnsiTheme="majorHAnsi"/>
          <w:i/>
          <w:sz w:val="20"/>
          <w:szCs w:val="20"/>
        </w:rPr>
        <w:t xml:space="preserve"> do SIWZ</w:t>
      </w:r>
    </w:p>
    <w:p w:rsidR="00237AE0" w:rsidRPr="008D5D04" w:rsidRDefault="00962780" w:rsidP="008D5D04">
      <w:pPr>
        <w:pStyle w:val="Nagwek"/>
        <w:tabs>
          <w:tab w:val="clear" w:pos="4536"/>
        </w:tabs>
        <w:ind w:left="5670"/>
        <w:rPr>
          <w:rFonts w:asciiTheme="majorHAnsi" w:hAnsiTheme="majorHAnsi"/>
          <w:i/>
          <w:noProof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znak postępowania: PIR.042.3</w:t>
      </w:r>
      <w:r w:rsidR="00237AE0" w:rsidRPr="008D5D04">
        <w:rPr>
          <w:rFonts w:asciiTheme="majorHAnsi" w:hAnsiTheme="majorHAnsi"/>
          <w:i/>
          <w:sz w:val="20"/>
          <w:szCs w:val="20"/>
        </w:rPr>
        <w:t>.2014</w:t>
      </w:r>
    </w:p>
    <w:p w:rsidR="00127B67" w:rsidRPr="008D5D04" w:rsidRDefault="00127B67" w:rsidP="008D5D04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8D5D04" w:rsidRDefault="00127B67" w:rsidP="008D5D04">
      <w:pPr>
        <w:jc w:val="right"/>
        <w:rPr>
          <w:rFonts w:asciiTheme="majorHAnsi" w:hAnsiTheme="majorHAnsi"/>
          <w:sz w:val="26"/>
          <w:szCs w:val="26"/>
        </w:rPr>
      </w:pPr>
    </w:p>
    <w:p w:rsidR="00127B67" w:rsidRPr="008D5D04" w:rsidRDefault="00F71C51" w:rsidP="008D5D04">
      <w:pPr>
        <w:pStyle w:val="Tekstpodstawowy"/>
        <w:rPr>
          <w:rFonts w:asciiTheme="majorHAnsi" w:hAnsiTheme="majorHAnsi"/>
          <w:i/>
          <w:sz w:val="20"/>
        </w:rPr>
      </w:pPr>
      <w:r w:rsidRPr="008D5D04">
        <w:rPr>
          <w:rFonts w:asciiTheme="majorHAnsi" w:hAnsiTheme="majorHAnsi"/>
          <w:i/>
          <w:sz w:val="20"/>
        </w:rPr>
        <w:t>(Pieczęć Wykonawcy)</w:t>
      </w:r>
      <w:r w:rsidRPr="008D5D04">
        <w:rPr>
          <w:rFonts w:asciiTheme="majorHAnsi" w:hAnsiTheme="majorHAnsi"/>
          <w:i/>
          <w:sz w:val="20"/>
        </w:rPr>
        <w:tab/>
      </w:r>
    </w:p>
    <w:p w:rsidR="00F71C51" w:rsidRPr="008D5D04" w:rsidRDefault="00F71C51" w:rsidP="008D5D04">
      <w:pPr>
        <w:pStyle w:val="Tekstpodstawowy"/>
        <w:rPr>
          <w:rFonts w:asciiTheme="majorHAnsi" w:hAnsiTheme="majorHAnsi"/>
          <w:i/>
          <w:sz w:val="22"/>
          <w:szCs w:val="22"/>
        </w:rPr>
      </w:pPr>
    </w:p>
    <w:p w:rsidR="00317974" w:rsidRPr="008D5D04" w:rsidRDefault="00317974" w:rsidP="008D5D04">
      <w:pPr>
        <w:rPr>
          <w:rFonts w:asciiTheme="majorHAnsi" w:hAnsiTheme="majorHAnsi"/>
          <w:i/>
        </w:rPr>
      </w:pPr>
      <w:r w:rsidRPr="008D5D04">
        <w:rPr>
          <w:rFonts w:asciiTheme="majorHAnsi" w:hAnsiTheme="majorHAnsi"/>
          <w:i/>
        </w:rPr>
        <w:tab/>
      </w:r>
      <w:r w:rsidRPr="008D5D04">
        <w:rPr>
          <w:rFonts w:asciiTheme="majorHAnsi" w:hAnsiTheme="majorHAnsi"/>
          <w:i/>
        </w:rPr>
        <w:tab/>
      </w:r>
      <w:r w:rsidRPr="008D5D04">
        <w:rPr>
          <w:rFonts w:asciiTheme="majorHAnsi" w:hAnsiTheme="majorHAnsi"/>
          <w:i/>
        </w:rPr>
        <w:tab/>
      </w:r>
    </w:p>
    <w:p w:rsidR="00317974" w:rsidRPr="008D5D04" w:rsidRDefault="00317974" w:rsidP="008D5D04">
      <w:pPr>
        <w:jc w:val="center"/>
        <w:rPr>
          <w:rFonts w:asciiTheme="majorHAnsi" w:hAnsiTheme="majorHAnsi"/>
          <w:b/>
          <w:sz w:val="28"/>
        </w:rPr>
      </w:pPr>
      <w:r w:rsidRPr="008D5D04">
        <w:rPr>
          <w:rFonts w:asciiTheme="majorHAnsi" w:hAnsiTheme="majorHAnsi"/>
          <w:b/>
          <w:sz w:val="28"/>
        </w:rPr>
        <w:t xml:space="preserve">WYKAZ </w:t>
      </w:r>
      <w:r w:rsidR="007661B4">
        <w:rPr>
          <w:rFonts w:asciiTheme="majorHAnsi" w:hAnsiTheme="majorHAnsi"/>
          <w:b/>
          <w:sz w:val="28"/>
        </w:rPr>
        <w:t>OSÓB</w:t>
      </w:r>
      <w:r w:rsidR="003B709D">
        <w:rPr>
          <w:rFonts w:asciiTheme="majorHAnsi" w:hAnsiTheme="majorHAnsi"/>
          <w:b/>
          <w:sz w:val="28"/>
        </w:rPr>
        <w:t xml:space="preserve"> UCZESTNICZĄCYCH W WYKONANIU ZAMÓWIENIA</w:t>
      </w:r>
    </w:p>
    <w:p w:rsidR="00317974" w:rsidRPr="008D5D04" w:rsidRDefault="00317974" w:rsidP="008D5D04">
      <w:pPr>
        <w:jc w:val="both"/>
        <w:rPr>
          <w:rFonts w:asciiTheme="majorHAnsi" w:hAnsiTheme="majorHAnsi"/>
          <w:i/>
        </w:rPr>
      </w:pPr>
    </w:p>
    <w:p w:rsidR="007B164C" w:rsidRPr="008D5D04" w:rsidRDefault="007B164C" w:rsidP="008D5D04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8D5D04">
        <w:rPr>
          <w:rFonts w:asciiTheme="majorHAnsi" w:hAnsiTheme="majorHAnsi"/>
          <w:sz w:val="22"/>
          <w:szCs w:val="22"/>
        </w:rPr>
        <w:t>do</w:t>
      </w:r>
      <w:r w:rsidR="007661B4">
        <w:rPr>
          <w:rFonts w:asciiTheme="majorHAnsi" w:hAnsiTheme="majorHAnsi"/>
          <w:sz w:val="22"/>
          <w:szCs w:val="22"/>
        </w:rPr>
        <w:t>tyczy</w:t>
      </w:r>
      <w:r w:rsidRPr="008D5D04">
        <w:rPr>
          <w:rFonts w:asciiTheme="majorHAnsi" w:hAnsiTheme="majorHAnsi"/>
          <w:sz w:val="22"/>
          <w:szCs w:val="22"/>
        </w:rPr>
        <w:t xml:space="preserve"> postępowania o udzielenie zamówienia publicznego w trybie przetargu nieograniczonego, którego przedmiotem jest:</w:t>
      </w:r>
    </w:p>
    <w:p w:rsidR="007B164C" w:rsidRPr="008D5D04" w:rsidRDefault="007B164C" w:rsidP="008D5D04">
      <w:pPr>
        <w:pStyle w:val="Tekstpodstawowy"/>
        <w:jc w:val="center"/>
        <w:rPr>
          <w:rFonts w:asciiTheme="majorHAnsi" w:hAnsiTheme="majorHAnsi"/>
          <w:sz w:val="22"/>
          <w:szCs w:val="22"/>
        </w:rPr>
      </w:pPr>
    </w:p>
    <w:p w:rsidR="007B164C" w:rsidRPr="002A6EF0" w:rsidRDefault="00844FD6" w:rsidP="008D5D04">
      <w:pPr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eastAsia="Calibri" w:hAnsiTheme="majorHAnsi"/>
          <w:b/>
          <w:sz w:val="22"/>
          <w:szCs w:val="22"/>
        </w:rPr>
        <w:t>z</w:t>
      </w:r>
      <w:r w:rsidR="007B164C" w:rsidRPr="008D5D04">
        <w:rPr>
          <w:rFonts w:asciiTheme="majorHAnsi" w:eastAsia="Calibri" w:hAnsiTheme="majorHAnsi"/>
          <w:b/>
          <w:sz w:val="22"/>
          <w:szCs w:val="22"/>
        </w:rPr>
        <w:t xml:space="preserve">akup i montaż urządzeń siłowni zewnętrznej oraz małego placu zabaw w Dowspudzie, Nowej </w:t>
      </w:r>
      <w:r w:rsidR="007B164C" w:rsidRPr="002A6EF0">
        <w:rPr>
          <w:rFonts w:asciiTheme="majorHAnsi" w:eastAsia="Calibri" w:hAnsiTheme="majorHAnsi"/>
          <w:b/>
          <w:sz w:val="22"/>
          <w:szCs w:val="22"/>
        </w:rPr>
        <w:t xml:space="preserve">Pawłówce oraz Lipniaku na potrzeby projektu pn. </w:t>
      </w:r>
      <w:r w:rsidR="007B164C" w:rsidRPr="002A6EF0">
        <w:rPr>
          <w:rFonts w:asciiTheme="majorHAnsi" w:eastAsia="Calibri" w:hAnsiTheme="majorHAnsi"/>
          <w:b/>
          <w:i/>
          <w:sz w:val="22"/>
          <w:szCs w:val="22"/>
        </w:rPr>
        <w:t>Zwiększenie atrakcyjności Powiatu Suwalskiego poprzez organizację miejsc aktywnego wypoczynku</w:t>
      </w:r>
      <w:r w:rsidR="007B164C" w:rsidRPr="002A6EF0">
        <w:rPr>
          <w:rFonts w:asciiTheme="majorHAnsi" w:eastAsia="Calibri" w:hAnsiTheme="majorHAnsi"/>
          <w:b/>
          <w:sz w:val="22"/>
          <w:szCs w:val="22"/>
        </w:rPr>
        <w:t xml:space="preserve"> realizowanego</w:t>
      </w:r>
      <w:r w:rsidR="007B164C" w:rsidRPr="002A6EF0">
        <w:rPr>
          <w:rFonts w:asciiTheme="majorHAnsi" w:hAnsiTheme="majorHAnsi"/>
          <w:b/>
          <w:sz w:val="22"/>
          <w:szCs w:val="22"/>
        </w:rPr>
        <w:t xml:space="preserve"> </w:t>
      </w:r>
      <w:r w:rsidR="007B164C" w:rsidRPr="002A6EF0">
        <w:rPr>
          <w:rFonts w:asciiTheme="majorHAnsi" w:eastAsia="Calibri" w:hAnsiTheme="majorHAnsi"/>
          <w:b/>
          <w:sz w:val="22"/>
          <w:szCs w:val="22"/>
        </w:rPr>
        <w:t xml:space="preserve">w ramach Programu Operacyjnego „Zrównoważony rozwój sektora rybołówstwa </w:t>
      </w:r>
      <w:r w:rsidR="007B164C" w:rsidRPr="002A6EF0">
        <w:rPr>
          <w:rFonts w:asciiTheme="majorHAnsi" w:eastAsia="Calibri" w:hAnsiTheme="majorHAnsi"/>
          <w:b/>
          <w:sz w:val="22"/>
          <w:szCs w:val="22"/>
        </w:rPr>
        <w:br/>
        <w:t>i nadbrzeżnyc</w:t>
      </w:r>
      <w:r w:rsidRPr="002A6EF0">
        <w:rPr>
          <w:rFonts w:asciiTheme="majorHAnsi" w:eastAsia="Calibri" w:hAnsiTheme="majorHAnsi"/>
          <w:b/>
          <w:sz w:val="22"/>
          <w:szCs w:val="22"/>
        </w:rPr>
        <w:t>h obszarów rybackich 2007-2013”</w:t>
      </w:r>
    </w:p>
    <w:p w:rsidR="00317974" w:rsidRDefault="00317974" w:rsidP="008D5D04">
      <w:pPr>
        <w:jc w:val="both"/>
        <w:rPr>
          <w:rFonts w:asciiTheme="majorHAnsi" w:hAnsiTheme="majorHAnsi"/>
          <w:i/>
          <w:sz w:val="22"/>
          <w:szCs w:val="22"/>
        </w:rPr>
      </w:pPr>
    </w:p>
    <w:p w:rsidR="00962780" w:rsidRPr="002A6EF0" w:rsidRDefault="00962780" w:rsidP="008D5D04">
      <w:pPr>
        <w:jc w:val="both"/>
        <w:rPr>
          <w:rFonts w:asciiTheme="majorHAnsi" w:hAnsiTheme="majorHAnsi"/>
          <w:i/>
          <w:sz w:val="22"/>
          <w:szCs w:val="22"/>
        </w:rPr>
      </w:pPr>
    </w:p>
    <w:tbl>
      <w:tblPr>
        <w:tblW w:w="9357" w:type="dxa"/>
        <w:jc w:val="center"/>
        <w:tblInd w:w="-5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0"/>
        <w:gridCol w:w="1495"/>
        <w:gridCol w:w="1494"/>
        <w:gridCol w:w="1370"/>
        <w:gridCol w:w="1494"/>
        <w:gridCol w:w="1494"/>
        <w:gridCol w:w="1620"/>
      </w:tblGrid>
      <w:tr w:rsidR="00820C39" w:rsidRPr="00820C39" w:rsidTr="00820C39">
        <w:trPr>
          <w:trHeight w:val="627"/>
          <w:jc w:val="center"/>
        </w:trPr>
        <w:tc>
          <w:tcPr>
            <w:tcW w:w="390" w:type="dxa"/>
          </w:tcPr>
          <w:p w:rsidR="003B709D" w:rsidRPr="00820C39" w:rsidRDefault="005159E6" w:rsidP="0069769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1495" w:type="dxa"/>
          </w:tcPr>
          <w:p w:rsidR="003B709D" w:rsidRPr="00820C39" w:rsidRDefault="005159E6" w:rsidP="005159E6">
            <w:pPr>
              <w:tabs>
                <w:tab w:val="left" w:pos="1650"/>
              </w:tabs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imię i nazwisko</w:t>
            </w:r>
          </w:p>
          <w:p w:rsidR="003B709D" w:rsidRPr="00820C39" w:rsidRDefault="003B709D" w:rsidP="005159E6">
            <w:pPr>
              <w:tabs>
                <w:tab w:val="left" w:pos="1650"/>
              </w:tabs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5159E6" w:rsidP="005159E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kwalifikacje zawodowe</w:t>
            </w:r>
          </w:p>
        </w:tc>
        <w:tc>
          <w:tcPr>
            <w:tcW w:w="1370" w:type="dxa"/>
          </w:tcPr>
          <w:p w:rsidR="003B709D" w:rsidRPr="00820C39" w:rsidRDefault="005159E6" w:rsidP="005159E6">
            <w:pPr>
              <w:pStyle w:val="Nagwek2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b w:val="0"/>
                <w:sz w:val="18"/>
                <w:szCs w:val="18"/>
              </w:rPr>
              <w:t>wykształcenie</w:t>
            </w:r>
          </w:p>
          <w:p w:rsidR="003B709D" w:rsidRPr="00820C39" w:rsidRDefault="005159E6" w:rsidP="005159E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oraz numer</w:t>
            </w:r>
          </w:p>
          <w:p w:rsidR="003B709D" w:rsidRPr="00820C39" w:rsidRDefault="005159E6" w:rsidP="005159E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uprawnień</w:t>
            </w:r>
          </w:p>
        </w:tc>
        <w:tc>
          <w:tcPr>
            <w:tcW w:w="1494" w:type="dxa"/>
          </w:tcPr>
          <w:p w:rsidR="003B709D" w:rsidRPr="00820C39" w:rsidRDefault="005159E6" w:rsidP="005159E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zakres wykonywanych czynności</w:t>
            </w:r>
          </w:p>
        </w:tc>
        <w:tc>
          <w:tcPr>
            <w:tcW w:w="1494" w:type="dxa"/>
          </w:tcPr>
          <w:p w:rsidR="003B709D" w:rsidRPr="00820C39" w:rsidRDefault="005159E6" w:rsidP="005159E6">
            <w:pPr>
              <w:pStyle w:val="Nagwek8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doświadczenie</w:t>
            </w:r>
          </w:p>
        </w:tc>
        <w:tc>
          <w:tcPr>
            <w:tcW w:w="1620" w:type="dxa"/>
          </w:tcPr>
          <w:p w:rsidR="003B709D" w:rsidRPr="00820C39" w:rsidRDefault="005159E6" w:rsidP="005159E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informacja o podstawie do dysponowania</w:t>
            </w:r>
          </w:p>
        </w:tc>
      </w:tr>
      <w:tr w:rsidR="00820C39" w:rsidRPr="00820C39" w:rsidTr="00820C39">
        <w:trPr>
          <w:cantSplit/>
          <w:trHeight w:val="816"/>
          <w:jc w:val="center"/>
        </w:trPr>
        <w:tc>
          <w:tcPr>
            <w:tcW w:w="390" w:type="dxa"/>
          </w:tcPr>
          <w:p w:rsidR="003B709D" w:rsidRPr="00820C39" w:rsidRDefault="003B709D" w:rsidP="0069769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1495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70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20C39" w:rsidRPr="00820C39" w:rsidTr="00820C39">
        <w:trPr>
          <w:cantSplit/>
          <w:trHeight w:val="816"/>
          <w:jc w:val="center"/>
        </w:trPr>
        <w:tc>
          <w:tcPr>
            <w:tcW w:w="390" w:type="dxa"/>
          </w:tcPr>
          <w:p w:rsidR="003B709D" w:rsidRPr="00820C39" w:rsidRDefault="003B709D" w:rsidP="0069769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20C39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1495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70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20C39" w:rsidRPr="00820C39" w:rsidTr="00820C39">
        <w:trPr>
          <w:cantSplit/>
          <w:trHeight w:val="816"/>
          <w:jc w:val="center"/>
        </w:trPr>
        <w:tc>
          <w:tcPr>
            <w:tcW w:w="390" w:type="dxa"/>
          </w:tcPr>
          <w:p w:rsidR="003B709D" w:rsidRPr="00820C39" w:rsidRDefault="00697695" w:rsidP="0069769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…</w:t>
            </w:r>
          </w:p>
        </w:tc>
        <w:tc>
          <w:tcPr>
            <w:tcW w:w="1495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70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94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3B709D" w:rsidRPr="00820C39" w:rsidRDefault="003B709D" w:rsidP="005159E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3B709D" w:rsidRPr="002A6EF0" w:rsidRDefault="003B709D" w:rsidP="003B709D">
      <w:pPr>
        <w:jc w:val="both"/>
        <w:rPr>
          <w:rFonts w:asciiTheme="majorHAnsi" w:hAnsiTheme="majorHAnsi"/>
          <w:sz w:val="22"/>
          <w:szCs w:val="22"/>
        </w:rPr>
      </w:pPr>
    </w:p>
    <w:p w:rsidR="003B709D" w:rsidRPr="002A6EF0" w:rsidRDefault="002A6EF0" w:rsidP="00A66972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2A6EF0">
        <w:rPr>
          <w:rFonts w:asciiTheme="majorHAnsi" w:hAnsiTheme="majorHAnsi"/>
          <w:b/>
          <w:sz w:val="22"/>
          <w:szCs w:val="22"/>
        </w:rPr>
        <w:t xml:space="preserve">Uwaga: </w:t>
      </w:r>
      <w:r w:rsidR="003B709D" w:rsidRPr="002A6EF0">
        <w:rPr>
          <w:rFonts w:asciiTheme="majorHAnsi" w:hAnsiTheme="majorHAnsi"/>
          <w:sz w:val="22"/>
          <w:szCs w:val="22"/>
        </w:rPr>
        <w:t xml:space="preserve">Oświadczenia, </w:t>
      </w:r>
      <w:r w:rsidR="003B709D" w:rsidRPr="002A6EF0">
        <w:rPr>
          <w:rFonts w:asciiTheme="majorHAnsi" w:hAnsiTheme="majorHAnsi"/>
          <w:color w:val="000000"/>
          <w:sz w:val="22"/>
          <w:szCs w:val="22"/>
        </w:rPr>
        <w:t xml:space="preserve">że osoby, które będą uczestniczyć w wykonywania zamówienia posiadają wymagane uprawnienia, jeżeli ustawy nakładają obowiązek posiadania takich uprawnień, </w:t>
      </w:r>
      <w:r w:rsidR="005159E6" w:rsidRPr="002A6EF0">
        <w:rPr>
          <w:rFonts w:asciiTheme="majorHAnsi" w:hAnsiTheme="majorHAnsi"/>
          <w:sz w:val="22"/>
          <w:szCs w:val="22"/>
        </w:rPr>
        <w:t>należy dołączyć do oferty zgodnie ze wzorem określonym</w:t>
      </w:r>
      <w:r w:rsidR="005159E6">
        <w:rPr>
          <w:rFonts w:asciiTheme="majorHAnsi" w:hAnsiTheme="majorHAnsi"/>
          <w:sz w:val="22"/>
          <w:szCs w:val="22"/>
        </w:rPr>
        <w:t xml:space="preserve"> w załączniku</w:t>
      </w:r>
      <w:r w:rsidR="005159E6" w:rsidRPr="002A6EF0">
        <w:rPr>
          <w:rFonts w:asciiTheme="majorHAnsi" w:hAnsiTheme="majorHAnsi"/>
          <w:sz w:val="22"/>
          <w:szCs w:val="22"/>
        </w:rPr>
        <w:t xml:space="preserve"> </w:t>
      </w:r>
      <w:r w:rsidR="005159E6">
        <w:rPr>
          <w:rFonts w:asciiTheme="majorHAnsi" w:hAnsiTheme="majorHAnsi"/>
          <w:sz w:val="22"/>
          <w:szCs w:val="22"/>
        </w:rPr>
        <w:t xml:space="preserve">nr </w:t>
      </w:r>
      <w:r w:rsidR="005159E6" w:rsidRPr="002A6EF0">
        <w:rPr>
          <w:rFonts w:asciiTheme="majorHAnsi" w:hAnsiTheme="majorHAnsi"/>
          <w:sz w:val="22"/>
          <w:szCs w:val="22"/>
        </w:rPr>
        <w:t xml:space="preserve">13 do </w:t>
      </w:r>
      <w:r w:rsidR="00CE52AB" w:rsidRPr="002A6EF0">
        <w:rPr>
          <w:rFonts w:asciiTheme="majorHAnsi" w:hAnsiTheme="majorHAnsi"/>
          <w:sz w:val="22"/>
          <w:szCs w:val="22"/>
        </w:rPr>
        <w:t>SIWZ</w:t>
      </w:r>
      <w:r w:rsidR="003B709D" w:rsidRPr="002A6EF0">
        <w:rPr>
          <w:rFonts w:asciiTheme="majorHAnsi" w:hAnsiTheme="majorHAnsi"/>
          <w:sz w:val="22"/>
          <w:szCs w:val="22"/>
        </w:rPr>
        <w:t xml:space="preserve">. </w:t>
      </w:r>
    </w:p>
    <w:p w:rsidR="003B709D" w:rsidRPr="002A6EF0" w:rsidRDefault="003B709D" w:rsidP="00820C39">
      <w:pPr>
        <w:jc w:val="both"/>
        <w:rPr>
          <w:rFonts w:asciiTheme="majorHAnsi" w:hAnsiTheme="majorHAnsi"/>
          <w:sz w:val="22"/>
          <w:szCs w:val="22"/>
        </w:rPr>
      </w:pPr>
    </w:p>
    <w:p w:rsidR="005F4644" w:rsidRPr="002A6EF0" w:rsidRDefault="005F4644" w:rsidP="00820C39">
      <w:pPr>
        <w:jc w:val="both"/>
        <w:outlineLvl w:val="0"/>
        <w:rPr>
          <w:rFonts w:asciiTheme="majorHAnsi" w:hAnsiTheme="majorHAnsi"/>
          <w:b/>
          <w:sz w:val="22"/>
          <w:szCs w:val="22"/>
        </w:rPr>
      </w:pPr>
      <w:r w:rsidRPr="002A6EF0">
        <w:rPr>
          <w:rFonts w:asciiTheme="majorHAnsi" w:hAnsiTheme="majorHAnsi"/>
          <w:b/>
          <w:sz w:val="22"/>
          <w:szCs w:val="22"/>
        </w:rPr>
        <w:t>Uwaga:</w:t>
      </w:r>
      <w:r w:rsidR="0098303C" w:rsidRPr="002A6EF0">
        <w:rPr>
          <w:rFonts w:asciiTheme="majorHAnsi" w:hAnsiTheme="majorHAnsi"/>
          <w:sz w:val="22"/>
          <w:szCs w:val="22"/>
        </w:rPr>
        <w:t xml:space="preserve"> W przypadku, gdy Wykonawca </w:t>
      </w:r>
      <w:r w:rsidRPr="002A6EF0">
        <w:rPr>
          <w:rFonts w:asciiTheme="majorHAnsi" w:hAnsiTheme="majorHAnsi"/>
          <w:sz w:val="22"/>
          <w:szCs w:val="22"/>
        </w:rPr>
        <w:t xml:space="preserve">będzie polegać na wiedzy i doświadczeniu innego podmiotu, zgodnie z art. 26 ust. 2b </w:t>
      </w:r>
      <w:proofErr w:type="spellStart"/>
      <w:r w:rsidRPr="002A6EF0">
        <w:rPr>
          <w:rFonts w:asciiTheme="majorHAnsi" w:hAnsiTheme="majorHAnsi"/>
          <w:sz w:val="22"/>
          <w:szCs w:val="22"/>
        </w:rPr>
        <w:t>Pzp</w:t>
      </w:r>
      <w:proofErr w:type="spellEnd"/>
      <w:r w:rsidRPr="002A6EF0">
        <w:rPr>
          <w:rFonts w:asciiTheme="majorHAnsi" w:hAnsiTheme="majorHAnsi"/>
          <w:sz w:val="22"/>
          <w:szCs w:val="22"/>
        </w:rPr>
        <w:t xml:space="preserve"> zobowiązany jest załączyć do wykazu pisemne zobowiązanie tego podmiotu do o</w:t>
      </w:r>
      <w:r w:rsidR="008D5D04" w:rsidRPr="002A6EF0">
        <w:rPr>
          <w:rFonts w:asciiTheme="majorHAnsi" w:hAnsiTheme="majorHAnsi"/>
          <w:sz w:val="22"/>
          <w:szCs w:val="22"/>
        </w:rPr>
        <w:t xml:space="preserve">ddania do dyspozycji Wykonawcy </w:t>
      </w:r>
      <w:r w:rsidRPr="002A6EF0">
        <w:rPr>
          <w:rFonts w:asciiTheme="majorHAnsi" w:hAnsiTheme="majorHAnsi"/>
          <w:sz w:val="22"/>
          <w:szCs w:val="22"/>
        </w:rPr>
        <w:t>niezbędnych zasobów na okres korzystania z nich przy wykonaniu zamówienia</w:t>
      </w:r>
      <w:r w:rsidRPr="002A6EF0">
        <w:rPr>
          <w:rFonts w:asciiTheme="majorHAnsi" w:hAnsiTheme="majorHAnsi"/>
          <w:b/>
          <w:sz w:val="22"/>
          <w:szCs w:val="22"/>
        </w:rPr>
        <w:t>.</w:t>
      </w:r>
      <w:r w:rsidRPr="002A6EF0">
        <w:rPr>
          <w:rFonts w:asciiTheme="majorHAnsi" w:hAnsiTheme="majorHAnsi"/>
          <w:sz w:val="22"/>
          <w:szCs w:val="22"/>
        </w:rPr>
        <w:t xml:space="preserve"> </w:t>
      </w:r>
    </w:p>
    <w:p w:rsidR="00373254" w:rsidRPr="002A6EF0" w:rsidRDefault="00373254" w:rsidP="00820C39">
      <w:pPr>
        <w:jc w:val="both"/>
        <w:rPr>
          <w:rFonts w:asciiTheme="majorHAnsi" w:hAnsiTheme="majorHAnsi"/>
          <w:sz w:val="22"/>
          <w:szCs w:val="22"/>
        </w:rPr>
      </w:pPr>
    </w:p>
    <w:p w:rsidR="00962780" w:rsidRDefault="00962780" w:rsidP="00820C39">
      <w:pPr>
        <w:jc w:val="both"/>
        <w:rPr>
          <w:rFonts w:asciiTheme="majorHAnsi" w:hAnsiTheme="majorHAnsi"/>
          <w:sz w:val="22"/>
          <w:szCs w:val="22"/>
        </w:rPr>
      </w:pPr>
    </w:p>
    <w:p w:rsidR="00962780" w:rsidRDefault="00962780" w:rsidP="00820C39">
      <w:pPr>
        <w:jc w:val="both"/>
        <w:rPr>
          <w:rFonts w:asciiTheme="majorHAnsi" w:hAnsiTheme="majorHAnsi"/>
          <w:sz w:val="22"/>
          <w:szCs w:val="22"/>
        </w:rPr>
        <w:sectPr w:rsidR="00962780" w:rsidSect="000848EA">
          <w:headerReference w:type="default" r:id="rId8"/>
          <w:pgSz w:w="11906" w:h="16838" w:code="9"/>
          <w:pgMar w:top="2372" w:right="1418" w:bottom="1418" w:left="1418" w:header="567" w:footer="709" w:gutter="0"/>
          <w:cols w:space="708"/>
          <w:docGrid w:linePitch="360"/>
        </w:sectPr>
      </w:pPr>
    </w:p>
    <w:p w:rsidR="003752A9" w:rsidRDefault="003752A9" w:rsidP="00820C39">
      <w:pPr>
        <w:jc w:val="both"/>
        <w:rPr>
          <w:rFonts w:asciiTheme="majorHAnsi" w:hAnsiTheme="majorHAnsi"/>
          <w:sz w:val="22"/>
          <w:szCs w:val="22"/>
        </w:rPr>
        <w:sectPr w:rsidR="003752A9" w:rsidSect="000848EA">
          <w:type w:val="continuous"/>
          <w:pgSz w:w="11906" w:h="16838" w:code="9"/>
          <w:pgMar w:top="2372" w:right="1418" w:bottom="1418" w:left="1418" w:header="567" w:footer="709" w:gutter="0"/>
          <w:cols w:space="708"/>
          <w:docGrid w:linePitch="360"/>
        </w:sect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962780" w:rsidTr="00962780">
        <w:trPr>
          <w:jc w:val="center"/>
        </w:trPr>
        <w:tc>
          <w:tcPr>
            <w:tcW w:w="4605" w:type="dxa"/>
            <w:vAlign w:val="center"/>
            <w:hideMark/>
          </w:tcPr>
          <w:p w:rsidR="00962780" w:rsidRDefault="00962780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....................................., dn. ....................................</w:t>
            </w:r>
          </w:p>
        </w:tc>
        <w:tc>
          <w:tcPr>
            <w:tcW w:w="4605" w:type="dxa"/>
            <w:vAlign w:val="center"/>
            <w:hideMark/>
          </w:tcPr>
          <w:p w:rsidR="00962780" w:rsidRDefault="00962780">
            <w:pPr>
              <w:ind w:right="-2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……...................................................................</w:t>
            </w:r>
          </w:p>
        </w:tc>
      </w:tr>
      <w:tr w:rsidR="00962780" w:rsidTr="00962780">
        <w:trPr>
          <w:jc w:val="center"/>
        </w:trPr>
        <w:tc>
          <w:tcPr>
            <w:tcW w:w="4605" w:type="dxa"/>
            <w:vAlign w:val="center"/>
            <w:hideMark/>
          </w:tcPr>
          <w:p w:rsidR="00962780" w:rsidRDefault="00962780">
            <w:pPr>
              <w:ind w:right="-2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miejscowość,               data</w:t>
            </w:r>
          </w:p>
        </w:tc>
        <w:tc>
          <w:tcPr>
            <w:tcW w:w="4605" w:type="dxa"/>
            <w:vAlign w:val="center"/>
            <w:hideMark/>
          </w:tcPr>
          <w:p w:rsidR="00962780" w:rsidRDefault="00962780">
            <w:pPr>
              <w:ind w:right="-2"/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>
              <w:rPr>
                <w:rFonts w:asciiTheme="majorHAnsi" w:hAnsiTheme="majorHAnsi"/>
                <w:i/>
                <w:sz w:val="16"/>
                <w:szCs w:val="16"/>
              </w:rPr>
              <w:t>pieczęć i podpis/y osoby/osób uprawnionej/</w:t>
            </w:r>
            <w:proofErr w:type="spellStart"/>
            <w:r>
              <w:rPr>
                <w:rFonts w:asciiTheme="majorHAnsi" w:hAnsiTheme="majorHAnsi"/>
                <w:i/>
                <w:sz w:val="16"/>
                <w:szCs w:val="16"/>
              </w:rPr>
              <w:t>ych</w:t>
            </w:r>
            <w:proofErr w:type="spellEnd"/>
            <w:r>
              <w:rPr>
                <w:rFonts w:asciiTheme="majorHAnsi" w:hAnsiTheme="majorHAnsi"/>
                <w:i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6"/>
              </w:rPr>
              <w:br/>
              <w:t>do reprezentowania Wykonawcy</w:t>
            </w:r>
          </w:p>
        </w:tc>
      </w:tr>
    </w:tbl>
    <w:p w:rsidR="008D5D04" w:rsidRDefault="008D5D04" w:rsidP="00820C39">
      <w:pPr>
        <w:jc w:val="both"/>
        <w:rPr>
          <w:rFonts w:asciiTheme="majorHAnsi" w:hAnsiTheme="majorHAnsi"/>
          <w:sz w:val="22"/>
          <w:szCs w:val="22"/>
        </w:rPr>
      </w:pPr>
    </w:p>
    <w:sectPr w:rsidR="008D5D04" w:rsidSect="000848EA">
      <w:type w:val="continuous"/>
      <w:pgSz w:w="11906" w:h="16838" w:code="9"/>
      <w:pgMar w:top="237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FC1" w:rsidRDefault="000C0FC1" w:rsidP="006B2406">
      <w:r>
        <w:separator/>
      </w:r>
    </w:p>
  </w:endnote>
  <w:endnote w:type="continuationSeparator" w:id="0">
    <w:p w:rsidR="000C0FC1" w:rsidRDefault="000C0FC1" w:rsidP="006B2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FC1" w:rsidRDefault="000C0FC1" w:rsidP="006B2406">
      <w:r>
        <w:separator/>
      </w:r>
    </w:p>
  </w:footnote>
  <w:footnote w:type="continuationSeparator" w:id="0">
    <w:p w:rsidR="000C0FC1" w:rsidRDefault="000C0FC1" w:rsidP="006B2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8EA" w:rsidRDefault="000848EA" w:rsidP="000848EA">
    <w:pPr>
      <w:pStyle w:val="Nagwek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left:0;text-align:left;margin-left:357.65pt;margin-top:-14.15pt;width:74.15pt;height:15.8pt;z-index:-251658240;mso-width-relative:margin;mso-height-relative:margin" stroked="f">
          <v:textbox style="mso-next-textbox:#_x0000_s4109">
            <w:txbxContent>
              <w:p w:rsidR="000848EA" w:rsidRDefault="000848EA" w:rsidP="000848EA">
                <w:pPr>
                  <w:ind w:left="-142" w:right="-106"/>
                  <w:jc w:val="center"/>
                  <w:rPr>
                    <w:rFonts w:ascii="Tahoma" w:hAnsi="Tahoma" w:cs="Tahoma"/>
                    <w:sz w:val="10"/>
                    <w:szCs w:val="10"/>
                  </w:rPr>
                </w:pPr>
                <w:r>
                  <w:rPr>
                    <w:rFonts w:ascii="Tahoma" w:hAnsi="Tahoma" w:cs="Tahoma"/>
                    <w:sz w:val="10"/>
                    <w:szCs w:val="10"/>
                  </w:rPr>
                  <w:t>POWIAT SUWALSKI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4671695</wp:posOffset>
          </wp:positionH>
          <wp:positionV relativeFrom="paragraph">
            <wp:posOffset>-36195</wp:posOffset>
          </wp:positionV>
          <wp:extent cx="666750" cy="752475"/>
          <wp:effectExtent l="19050" t="0" r="0" b="0"/>
          <wp:wrapSquare wrapText="bothSides"/>
          <wp:docPr id="12" name="Obraz 1" descr="HERB_POWIATU_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POWIATU_MALY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blipFill dpi="0" rotWithShape="1">
                    <a:blip r:embed="rId2">
                      <a:grayscl/>
                    </a:blip>
                    <a:srcRect/>
                    <a:tile tx="0" ty="0" sx="100000" sy="100000" flip="none" algn="tl"/>
                  </a:blip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3214370</wp:posOffset>
          </wp:positionH>
          <wp:positionV relativeFrom="paragraph">
            <wp:posOffset>-74295</wp:posOffset>
          </wp:positionV>
          <wp:extent cx="1000125" cy="847725"/>
          <wp:effectExtent l="19050" t="0" r="9525" b="0"/>
          <wp:wrapSquare wrapText="bothSides"/>
          <wp:docPr id="11" name="Obraz 9" descr="PO RYB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PO RYBY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185420</wp:posOffset>
          </wp:positionH>
          <wp:positionV relativeFrom="paragraph">
            <wp:posOffset>-74295</wp:posOffset>
          </wp:positionV>
          <wp:extent cx="2851150" cy="857250"/>
          <wp:effectExtent l="19050" t="0" r="6350" b="0"/>
          <wp:wrapSquare wrapText="bothSides"/>
          <wp:docPr id="10" name="Obraz 8" descr="ue cz-b plus 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ue cz-b plus podpis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1150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848EA" w:rsidRDefault="000848EA" w:rsidP="000848EA">
    <w:r>
      <w:pict>
        <v:shape id="_x0000_s4105" type="#_x0000_t202" style="position:absolute;margin-left:9.5pt;margin-top:47.5pt;width:441.8pt;height:27.45pt;z-index:251658240;mso-height-percent:200;mso-height-percent:200;mso-width-relative:margin;mso-height-relative:margin" strokecolor="white">
          <v:textbox style="mso-fit-shape-to-text:t">
            <w:txbxContent>
              <w:p w:rsidR="000848EA" w:rsidRDefault="000848EA" w:rsidP="000848EA">
                <w:pPr>
                  <w:jc w:val="center"/>
                  <w:rPr>
                    <w:rFonts w:ascii="Tahoma" w:hAnsi="Tahoma" w:cs="Tahoma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noProof/>
                    <w:sz w:val="16"/>
                    <w:szCs w:val="16"/>
                  </w:rPr>
                  <w:t>Operacja współfinansowana przez Unię Europejską ze środków finansowych Europejskiego Funduszu Rybackiego zapewniającą inwestycję w zrównoważone rybołówstwo</w:t>
                </w:r>
              </w:p>
            </w:txbxContent>
          </v:textbox>
          <w10:wrap type="square"/>
        </v:shape>
      </w:pict>
    </w:r>
  </w:p>
  <w:p w:rsidR="006B2406" w:rsidRDefault="006B2406" w:rsidP="00FC6964">
    <w:pPr>
      <w:pStyle w:val="Nagwek"/>
      <w:jc w:val="both"/>
    </w:pPr>
  </w:p>
  <w:p w:rsidR="00D674B2" w:rsidRDefault="00D674B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507"/>
    <w:multiLevelType w:val="hybridMultilevel"/>
    <w:tmpl w:val="A28A39DC"/>
    <w:lvl w:ilvl="0" w:tplc="D8E8FBC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36088"/>
    <w:multiLevelType w:val="hybridMultilevel"/>
    <w:tmpl w:val="28641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F03C8"/>
    <w:multiLevelType w:val="hybridMultilevel"/>
    <w:tmpl w:val="C1767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97F3E"/>
    <w:multiLevelType w:val="hybridMultilevel"/>
    <w:tmpl w:val="50482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25E42"/>
    <w:multiLevelType w:val="hybridMultilevel"/>
    <w:tmpl w:val="543CD7E8"/>
    <w:lvl w:ilvl="0" w:tplc="08AE595A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369E13E4"/>
    <w:multiLevelType w:val="hybridMultilevel"/>
    <w:tmpl w:val="3568689E"/>
    <w:lvl w:ilvl="0" w:tplc="0172E5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A6EBB"/>
    <w:multiLevelType w:val="hybridMultilevel"/>
    <w:tmpl w:val="37B6BE50"/>
    <w:lvl w:ilvl="0" w:tplc="04150017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2D4F1A"/>
    <w:multiLevelType w:val="hybridMultilevel"/>
    <w:tmpl w:val="DD943A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7650">
      <o:colormenu v:ext="edit" strokecolor="none [3212]" shadow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016C7"/>
    <w:rsid w:val="0000746A"/>
    <w:rsid w:val="0001350B"/>
    <w:rsid w:val="00031942"/>
    <w:rsid w:val="00050174"/>
    <w:rsid w:val="000848EA"/>
    <w:rsid w:val="0008535E"/>
    <w:rsid w:val="000B0CE7"/>
    <w:rsid w:val="000C0FC1"/>
    <w:rsid w:val="000C1FE5"/>
    <w:rsid w:val="000C233C"/>
    <w:rsid w:val="000C440D"/>
    <w:rsid w:val="000C5F5D"/>
    <w:rsid w:val="0010150C"/>
    <w:rsid w:val="00112B0C"/>
    <w:rsid w:val="00112E1D"/>
    <w:rsid w:val="00121204"/>
    <w:rsid w:val="00127B67"/>
    <w:rsid w:val="001358A1"/>
    <w:rsid w:val="00142DB2"/>
    <w:rsid w:val="0014670C"/>
    <w:rsid w:val="00164BC4"/>
    <w:rsid w:val="001762DE"/>
    <w:rsid w:val="00181242"/>
    <w:rsid w:val="00187A43"/>
    <w:rsid w:val="001908F1"/>
    <w:rsid w:val="001A7B4B"/>
    <w:rsid w:val="001B0B6D"/>
    <w:rsid w:val="001F0F4E"/>
    <w:rsid w:val="001F6E9A"/>
    <w:rsid w:val="00202C5A"/>
    <w:rsid w:val="00204E87"/>
    <w:rsid w:val="002329C3"/>
    <w:rsid w:val="00237AE0"/>
    <w:rsid w:val="00243DD8"/>
    <w:rsid w:val="00244304"/>
    <w:rsid w:val="002559E2"/>
    <w:rsid w:val="00270F43"/>
    <w:rsid w:val="00276BE4"/>
    <w:rsid w:val="002A6EF0"/>
    <w:rsid w:val="002D32E7"/>
    <w:rsid w:val="002E08A6"/>
    <w:rsid w:val="002E17FF"/>
    <w:rsid w:val="002F4EB9"/>
    <w:rsid w:val="00317974"/>
    <w:rsid w:val="0032164F"/>
    <w:rsid w:val="00322516"/>
    <w:rsid w:val="003239FD"/>
    <w:rsid w:val="00323A50"/>
    <w:rsid w:val="00325BEA"/>
    <w:rsid w:val="003278C3"/>
    <w:rsid w:val="003439AC"/>
    <w:rsid w:val="003472F7"/>
    <w:rsid w:val="00366F34"/>
    <w:rsid w:val="00373254"/>
    <w:rsid w:val="00374BF8"/>
    <w:rsid w:val="003752A9"/>
    <w:rsid w:val="00390D87"/>
    <w:rsid w:val="00397424"/>
    <w:rsid w:val="003B709D"/>
    <w:rsid w:val="003C4485"/>
    <w:rsid w:val="003D1C53"/>
    <w:rsid w:val="003D1D06"/>
    <w:rsid w:val="003D4C99"/>
    <w:rsid w:val="00454875"/>
    <w:rsid w:val="004A0FDF"/>
    <w:rsid w:val="004D0E0B"/>
    <w:rsid w:val="004D72C7"/>
    <w:rsid w:val="0050122B"/>
    <w:rsid w:val="005059CB"/>
    <w:rsid w:val="0051406A"/>
    <w:rsid w:val="00515438"/>
    <w:rsid w:val="005159E6"/>
    <w:rsid w:val="00554AB6"/>
    <w:rsid w:val="0056178E"/>
    <w:rsid w:val="0059357F"/>
    <w:rsid w:val="005B581A"/>
    <w:rsid w:val="005F4644"/>
    <w:rsid w:val="006673CE"/>
    <w:rsid w:val="00697695"/>
    <w:rsid w:val="006A75E2"/>
    <w:rsid w:val="006B2406"/>
    <w:rsid w:val="006B7CE9"/>
    <w:rsid w:val="006D2910"/>
    <w:rsid w:val="006E22F7"/>
    <w:rsid w:val="006E4962"/>
    <w:rsid w:val="007038B9"/>
    <w:rsid w:val="0072166D"/>
    <w:rsid w:val="007661B4"/>
    <w:rsid w:val="00774DBD"/>
    <w:rsid w:val="00797BF1"/>
    <w:rsid w:val="007A388F"/>
    <w:rsid w:val="007B164C"/>
    <w:rsid w:val="0080049D"/>
    <w:rsid w:val="00820C39"/>
    <w:rsid w:val="00844FD6"/>
    <w:rsid w:val="00851022"/>
    <w:rsid w:val="00866E20"/>
    <w:rsid w:val="00882A72"/>
    <w:rsid w:val="008A251D"/>
    <w:rsid w:val="008B156F"/>
    <w:rsid w:val="008D5D04"/>
    <w:rsid w:val="008F1EAD"/>
    <w:rsid w:val="008F3B48"/>
    <w:rsid w:val="008F7F8F"/>
    <w:rsid w:val="009016C7"/>
    <w:rsid w:val="00941139"/>
    <w:rsid w:val="00944AD3"/>
    <w:rsid w:val="00962780"/>
    <w:rsid w:val="0098303C"/>
    <w:rsid w:val="00990F10"/>
    <w:rsid w:val="009A3A54"/>
    <w:rsid w:val="009F03B1"/>
    <w:rsid w:val="00A02107"/>
    <w:rsid w:val="00A521F7"/>
    <w:rsid w:val="00A66972"/>
    <w:rsid w:val="00A70947"/>
    <w:rsid w:val="00A72971"/>
    <w:rsid w:val="00A86868"/>
    <w:rsid w:val="00A86AEC"/>
    <w:rsid w:val="00A90696"/>
    <w:rsid w:val="00A97AA2"/>
    <w:rsid w:val="00AB2878"/>
    <w:rsid w:val="00AC4030"/>
    <w:rsid w:val="00AD4A79"/>
    <w:rsid w:val="00AE7484"/>
    <w:rsid w:val="00AF21E2"/>
    <w:rsid w:val="00AF7469"/>
    <w:rsid w:val="00AF7847"/>
    <w:rsid w:val="00B064FE"/>
    <w:rsid w:val="00B134C6"/>
    <w:rsid w:val="00B1379A"/>
    <w:rsid w:val="00B1632A"/>
    <w:rsid w:val="00B4377E"/>
    <w:rsid w:val="00B54177"/>
    <w:rsid w:val="00B54875"/>
    <w:rsid w:val="00B56551"/>
    <w:rsid w:val="00B77CA0"/>
    <w:rsid w:val="00B830E6"/>
    <w:rsid w:val="00BB1690"/>
    <w:rsid w:val="00BD00E7"/>
    <w:rsid w:val="00BF24B5"/>
    <w:rsid w:val="00C10516"/>
    <w:rsid w:val="00C35315"/>
    <w:rsid w:val="00C50D25"/>
    <w:rsid w:val="00C53FBB"/>
    <w:rsid w:val="00C5452A"/>
    <w:rsid w:val="00C56B62"/>
    <w:rsid w:val="00C6123A"/>
    <w:rsid w:val="00C6651B"/>
    <w:rsid w:val="00C702FD"/>
    <w:rsid w:val="00CA44E0"/>
    <w:rsid w:val="00CA5732"/>
    <w:rsid w:val="00CA70D5"/>
    <w:rsid w:val="00CE52AB"/>
    <w:rsid w:val="00D60ACF"/>
    <w:rsid w:val="00D655A6"/>
    <w:rsid w:val="00D674B2"/>
    <w:rsid w:val="00D85D41"/>
    <w:rsid w:val="00DA1B8F"/>
    <w:rsid w:val="00DD0AF6"/>
    <w:rsid w:val="00DD4B92"/>
    <w:rsid w:val="00E0751D"/>
    <w:rsid w:val="00E21E04"/>
    <w:rsid w:val="00E24125"/>
    <w:rsid w:val="00E34617"/>
    <w:rsid w:val="00E41E77"/>
    <w:rsid w:val="00E51FBA"/>
    <w:rsid w:val="00E52AD8"/>
    <w:rsid w:val="00E56E3E"/>
    <w:rsid w:val="00E75215"/>
    <w:rsid w:val="00E86C46"/>
    <w:rsid w:val="00E95313"/>
    <w:rsid w:val="00EC6DDE"/>
    <w:rsid w:val="00ED4630"/>
    <w:rsid w:val="00ED73F9"/>
    <w:rsid w:val="00EF517C"/>
    <w:rsid w:val="00EF661D"/>
    <w:rsid w:val="00F12829"/>
    <w:rsid w:val="00F144C4"/>
    <w:rsid w:val="00F3727E"/>
    <w:rsid w:val="00F65083"/>
    <w:rsid w:val="00F6680D"/>
    <w:rsid w:val="00F71C51"/>
    <w:rsid w:val="00F85C75"/>
    <w:rsid w:val="00FB2B38"/>
    <w:rsid w:val="00FC408E"/>
    <w:rsid w:val="00FC6964"/>
    <w:rsid w:val="00FD4F3B"/>
    <w:rsid w:val="00FD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strokecolor="none [3212]" shadow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4A7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B709D"/>
    <w:pPr>
      <w:keepNext/>
      <w:ind w:left="1416"/>
      <w:jc w:val="center"/>
      <w:outlineLvl w:val="0"/>
    </w:pPr>
    <w:rPr>
      <w:rFonts w:ascii="Garamond" w:hAnsi="Garamond"/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3B709D"/>
    <w:pPr>
      <w:keepNext/>
      <w:jc w:val="center"/>
      <w:outlineLvl w:val="1"/>
    </w:pPr>
    <w:rPr>
      <w:b/>
      <w:sz w:val="16"/>
      <w:szCs w:val="20"/>
    </w:rPr>
  </w:style>
  <w:style w:type="paragraph" w:styleId="Nagwek8">
    <w:name w:val="heading 8"/>
    <w:basedOn w:val="Normalny"/>
    <w:next w:val="Normalny"/>
    <w:link w:val="Nagwek8Znak"/>
    <w:qFormat/>
    <w:rsid w:val="003B709D"/>
    <w:pPr>
      <w:keepNext/>
      <w:jc w:val="center"/>
      <w:outlineLvl w:val="7"/>
    </w:pPr>
    <w:rPr>
      <w:rFonts w:ascii="Arial" w:hAnsi="Arial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0C5F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97BF1"/>
    <w:pPr>
      <w:ind w:left="708"/>
    </w:pPr>
  </w:style>
  <w:style w:type="paragraph" w:styleId="Nagwek">
    <w:name w:val="header"/>
    <w:basedOn w:val="Normalny"/>
    <w:link w:val="NagwekZnak"/>
    <w:rsid w:val="006B24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2406"/>
    <w:rPr>
      <w:sz w:val="24"/>
      <w:szCs w:val="24"/>
    </w:rPr>
  </w:style>
  <w:style w:type="paragraph" w:styleId="Stopka">
    <w:name w:val="footer"/>
    <w:basedOn w:val="Normalny"/>
    <w:link w:val="StopkaZnak"/>
    <w:rsid w:val="006B24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406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27B67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27B67"/>
    <w:rPr>
      <w:sz w:val="24"/>
    </w:rPr>
  </w:style>
  <w:style w:type="paragraph" w:styleId="Tekstpodstawowy3">
    <w:name w:val="Body Text 3"/>
    <w:basedOn w:val="Normalny"/>
    <w:link w:val="Tekstpodstawowy3Znak"/>
    <w:rsid w:val="00127B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27B67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B709D"/>
    <w:rPr>
      <w:rFonts w:ascii="Garamond" w:hAnsi="Garamond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3B709D"/>
    <w:rPr>
      <w:b/>
      <w:sz w:val="16"/>
    </w:rPr>
  </w:style>
  <w:style w:type="character" w:customStyle="1" w:styleId="Nagwek8Znak">
    <w:name w:val="Nagłówek 8 Znak"/>
    <w:basedOn w:val="Domylnaczcionkaakapitu"/>
    <w:link w:val="Nagwek8"/>
    <w:rsid w:val="003B709D"/>
    <w:rPr>
      <w:rFonts w:ascii="Arial" w:hAnsi="Arial"/>
      <w:sz w:val="28"/>
    </w:rPr>
  </w:style>
  <w:style w:type="table" w:styleId="Tabela-Siatka">
    <w:name w:val="Table Grid"/>
    <w:basedOn w:val="Standardowy"/>
    <w:rsid w:val="00962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OZW&#211;J%20I%20WSP&#211;&#321;PRACA%20REGIONALNA\042-Realizacja%20program&#243;w%20i%20projekt&#243;w\041%20-%20REALIZACJA%202014%20ROK\PIR.042.......2014%20-%20Ryby%20Zwi&#281;kszenie%20atrakcyjno&#347;ci\RYBY%20logotypy%20do%20stos\papier%20firm%20z%20logotypami%20RYBY\papier%20RYBY%20czarno_bia&#322;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68A00-0852-4EEC-8159-37A89FF5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RYBY czarno_biały</Template>
  <TotalTime>67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Suwałkach</Company>
  <LinksUpToDate>false</LinksUpToDate>
  <CharactersWithSpaces>1639</CharactersWithSpaces>
  <SharedDoc>false</SharedDoc>
  <HLinks>
    <vt:vector size="6" baseType="variant">
      <vt:variant>
        <vt:i4>4653153</vt:i4>
      </vt:variant>
      <vt:variant>
        <vt:i4>-1</vt:i4>
      </vt:variant>
      <vt:variant>
        <vt:i4>4099</vt:i4>
      </vt:variant>
      <vt:variant>
        <vt:i4>4</vt:i4>
      </vt:variant>
      <vt:variant>
        <vt:lpwstr>http://www.google.pl/imgres?q=unia+europejska+czarno+bia%C5%82o&amp;hl=pl&amp;biw=1280&amp;bih=907&amp;tbm=isch&amp;tbnid=WoOFTR2IThKNVM:&amp;imgrefurl=http://pokl.wup.lodz.pl/2004-2006/index.php?dzial=s_pobierz&amp;docid=rx8vpPks6AiQnM&amp;imgurl=http://pokl.wup.lodz.pl/2004-2006/pobierz/promocja/logo_ue/EuropeFlagWB.jpg&amp;w=278&amp;h=186&amp;ei=YfHqT_ubL4rHtAaT6ezoBQ&amp;zoom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AJ</cp:lastModifiedBy>
  <cp:revision>16</cp:revision>
  <cp:lastPrinted>2012-06-29T07:57:00Z</cp:lastPrinted>
  <dcterms:created xsi:type="dcterms:W3CDTF">2014-02-20T12:42:00Z</dcterms:created>
  <dcterms:modified xsi:type="dcterms:W3CDTF">2014-03-11T09:28:00Z</dcterms:modified>
</cp:coreProperties>
</file>